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C21E0" w14:textId="77777777" w:rsidR="000842D3" w:rsidRDefault="009F6208" w:rsidP="000605CF">
      <w:pPr>
        <w:keepNext/>
        <w:spacing w:line="240" w:lineRule="auto"/>
        <w:jc w:val="right"/>
        <w:outlineLvl w:val="0"/>
        <w:rPr>
          <w:rFonts w:ascii="Times New Roman" w:eastAsia="Times New Roman" w:hAnsi="Times New Roman" w:cs="David"/>
          <w:b/>
          <w:bCs/>
          <w:sz w:val="26"/>
          <w:szCs w:val="26"/>
          <w:rtl/>
        </w:rPr>
      </w:pPr>
      <w:r>
        <w:rPr>
          <w:rFonts w:ascii="Times New Roman" w:eastAsia="Times New Roman" w:hAnsi="Times New Roman" w:cs="David" w:hint="eastAsia"/>
          <w:b/>
          <w:bCs/>
          <w:sz w:val="26"/>
          <w:szCs w:val="26"/>
          <w:rtl/>
        </w:rPr>
        <w:t>‏</w:t>
      </w:r>
      <w:r>
        <w:rPr>
          <w:rFonts w:ascii="Times New Roman" w:eastAsia="Times New Roman" w:hAnsi="Times New Roman" w:cs="David" w:hint="eastAsia"/>
          <w:rtl/>
        </w:rPr>
        <w:t>‏</w:t>
      </w:r>
      <w:r w:rsidR="000605CF">
        <w:rPr>
          <w:rFonts w:ascii="Times New Roman" w:eastAsia="Times New Roman" w:hAnsi="Times New Roman" w:cs="David" w:hint="eastAsia"/>
          <w:rtl/>
        </w:rPr>
        <w:t>‏</w:t>
      </w:r>
    </w:p>
    <w:p w14:paraId="024C7255" w14:textId="77777777" w:rsidR="00DF535A" w:rsidRPr="00DF535A" w:rsidRDefault="00DF535A" w:rsidP="000842D3">
      <w:pPr>
        <w:keepNext/>
        <w:spacing w:line="240" w:lineRule="auto"/>
        <w:outlineLvl w:val="0"/>
        <w:rPr>
          <w:rFonts w:ascii="Times New Roman" w:eastAsia="Times New Roman" w:hAnsi="Times New Roman" w:cs="David"/>
          <w:sz w:val="26"/>
          <w:szCs w:val="26"/>
          <w:rtl/>
        </w:rPr>
      </w:pPr>
      <w:r w:rsidRPr="00DF535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מאמנת יקרה                                                                                                         </w:t>
      </w:r>
      <w:r w:rsidRPr="00DF535A">
        <w:rPr>
          <w:rFonts w:ascii="Times New Roman" w:eastAsia="Times New Roman" w:hAnsi="Times New Roman" w:cs="David" w:hint="cs"/>
          <w:sz w:val="26"/>
          <w:szCs w:val="26"/>
          <w:rtl/>
        </w:rPr>
        <w:t xml:space="preserve">     </w:t>
      </w:r>
    </w:p>
    <w:p w14:paraId="49CAE658" w14:textId="77777777" w:rsidR="00DF535A" w:rsidRPr="00DF535A" w:rsidRDefault="00DF535A" w:rsidP="00DF535A">
      <w:pPr>
        <w:spacing w:line="240" w:lineRule="auto"/>
        <w:rPr>
          <w:rFonts w:ascii="Times New Roman" w:eastAsia="Times New Roman" w:hAnsi="Times New Roman" w:cs="David"/>
          <w:b/>
          <w:bCs/>
          <w:sz w:val="26"/>
          <w:szCs w:val="26"/>
          <w:rtl/>
        </w:rPr>
      </w:pPr>
      <w:r w:rsidRPr="00DF535A">
        <w:rPr>
          <w:rFonts w:ascii="Times New Roman" w:eastAsia="Times New Roman" w:hAnsi="Times New Roman" w:cs="David"/>
          <w:b/>
          <w:bCs/>
          <w:sz w:val="26"/>
          <w:szCs w:val="26"/>
          <w:rtl/>
        </w:rPr>
        <w:t>שלום וברכה,</w:t>
      </w:r>
    </w:p>
    <w:p w14:paraId="07F3920B" w14:textId="77777777" w:rsidR="00DF535A" w:rsidRPr="00DF535A" w:rsidRDefault="00DF535A" w:rsidP="00DF535A">
      <w:p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</w:p>
    <w:p w14:paraId="263672D6" w14:textId="77777777" w:rsidR="00DF535A" w:rsidRPr="00DF535A" w:rsidRDefault="00DF535A" w:rsidP="00DF535A">
      <w:p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</w:p>
    <w:p w14:paraId="11E0301F" w14:textId="77777777" w:rsidR="00DF535A" w:rsidRPr="00DF535A" w:rsidRDefault="00DF535A" w:rsidP="00DF535A">
      <w:p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</w:p>
    <w:p w14:paraId="60A2C776" w14:textId="77777777" w:rsidR="00796679" w:rsidRDefault="00DF535A" w:rsidP="00796679">
      <w:p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  <w:r w:rsidRPr="00DF535A">
        <w:rPr>
          <w:rFonts w:ascii="Times New Roman" w:eastAsia="Times New Roman" w:hAnsi="Times New Roman" w:cs="David" w:hint="cs"/>
          <w:sz w:val="26"/>
          <w:szCs w:val="26"/>
          <w:rtl/>
        </w:rPr>
        <w:t xml:space="preserve">                                           </w:t>
      </w:r>
    </w:p>
    <w:p w14:paraId="5FCAEE87" w14:textId="77777777" w:rsidR="00DF535A" w:rsidRPr="00796679" w:rsidRDefault="00DF535A" w:rsidP="00796679">
      <w:pPr>
        <w:spacing w:line="240" w:lineRule="auto"/>
        <w:jc w:val="center"/>
        <w:rPr>
          <w:rFonts w:ascii="Times New Roman" w:eastAsia="Times New Roman" w:hAnsi="Times New Roman" w:cs="David"/>
          <w:b/>
          <w:bCs/>
          <w:sz w:val="26"/>
          <w:szCs w:val="26"/>
          <w:u w:val="single"/>
          <w:rtl/>
        </w:rPr>
      </w:pPr>
      <w:r w:rsidRPr="00DF535A">
        <w:rPr>
          <w:rFonts w:ascii="Times New Roman" w:eastAsia="Times New Roman" w:hAnsi="Times New Roman" w:cs="David"/>
          <w:b/>
          <w:bCs/>
          <w:sz w:val="26"/>
          <w:szCs w:val="26"/>
          <w:u w:val="single"/>
          <w:rtl/>
        </w:rPr>
        <w:t>הנ</w:t>
      </w:r>
      <w:r w:rsidRPr="00DF535A">
        <w:rPr>
          <w:rFonts w:ascii="Times New Roman" w:eastAsia="Times New Roman" w:hAnsi="Times New Roman" w:cs="David" w:hint="cs"/>
          <w:b/>
          <w:bCs/>
          <w:sz w:val="26"/>
          <w:szCs w:val="26"/>
          <w:u w:val="single"/>
          <w:rtl/>
        </w:rPr>
        <w:t>י</w:t>
      </w:r>
      <w:r w:rsidRPr="00DF535A">
        <w:rPr>
          <w:rFonts w:ascii="Times New Roman" w:eastAsia="Times New Roman" w:hAnsi="Times New Roman" w:cs="David"/>
          <w:b/>
          <w:bCs/>
          <w:sz w:val="26"/>
          <w:szCs w:val="26"/>
          <w:u w:val="single"/>
          <w:rtl/>
        </w:rPr>
        <w:t>דון: הכנת תאום מס</w:t>
      </w:r>
      <w:r w:rsidR="001B46B7">
        <w:rPr>
          <w:rFonts w:ascii="Times New Roman" w:eastAsia="Times New Roman" w:hAnsi="Times New Roman" w:cs="David" w:hint="cs"/>
          <w:b/>
          <w:bCs/>
          <w:sz w:val="26"/>
          <w:szCs w:val="26"/>
          <w:u w:val="single"/>
          <w:rtl/>
        </w:rPr>
        <w:t>.</w:t>
      </w:r>
    </w:p>
    <w:p w14:paraId="072DAA22" w14:textId="77777777" w:rsidR="00DF535A" w:rsidRPr="00DF535A" w:rsidRDefault="00DF535A" w:rsidP="00DF535A">
      <w:p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</w:p>
    <w:p w14:paraId="7DE47BD7" w14:textId="77777777" w:rsidR="00796679" w:rsidRDefault="00796679" w:rsidP="00796679">
      <w:pPr>
        <w:rPr>
          <w:rFonts w:ascii="Times New Roman" w:eastAsia="Times New Roman" w:hAnsi="Times New Roman" w:cs="David"/>
          <w:sz w:val="26"/>
          <w:szCs w:val="26"/>
          <w:rtl/>
        </w:rPr>
      </w:pPr>
    </w:p>
    <w:p w14:paraId="416FEEBA" w14:textId="77777777" w:rsidR="00DF535A" w:rsidRDefault="00DF535A" w:rsidP="00796679">
      <w:pPr>
        <w:rPr>
          <w:rFonts w:ascii="Times New Roman" w:eastAsia="Times New Roman" w:hAnsi="Times New Roman" w:cs="David"/>
          <w:sz w:val="26"/>
          <w:szCs w:val="26"/>
          <w:rtl/>
        </w:rPr>
      </w:pPr>
      <w:r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אם ברצונך להגיש טופס תיאום מס, </w:t>
      </w:r>
      <w:r w:rsidR="00796679">
        <w:rPr>
          <w:rFonts w:ascii="Times New Roman" w:eastAsia="Times New Roman" w:hAnsi="Times New Roman" w:cs="David" w:hint="cs"/>
          <w:sz w:val="26"/>
          <w:szCs w:val="26"/>
          <w:rtl/>
        </w:rPr>
        <w:t>יש</w:t>
      </w:r>
      <w:r w:rsidR="00796679"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 למלא את הטופס </w:t>
      </w:r>
      <w:r w:rsidR="00796679">
        <w:rPr>
          <w:rFonts w:ascii="Times New Roman" w:eastAsia="Times New Roman" w:hAnsi="Times New Roman" w:cs="David" w:hint="cs"/>
          <w:sz w:val="26"/>
          <w:szCs w:val="26"/>
          <w:rtl/>
        </w:rPr>
        <w:t>המצורף.</w:t>
      </w:r>
    </w:p>
    <w:p w14:paraId="7E2626B7" w14:textId="77777777" w:rsidR="00DF535A" w:rsidRPr="00D90EA9" w:rsidRDefault="00D90EA9" w:rsidP="00D90EA9">
      <w:pPr>
        <w:pStyle w:val="NormalWeb"/>
        <w:bidi/>
        <w:spacing w:line="360" w:lineRule="auto"/>
        <w:rPr>
          <w:rFonts w:ascii="Calibri" w:hAnsi="Calibri"/>
          <w:color w:val="000000"/>
          <w:rtl/>
        </w:rPr>
      </w:pPr>
      <w:r>
        <w:rPr>
          <w:rFonts w:eastAsia="Times New Roman" w:cs="David" w:hint="cs"/>
          <w:sz w:val="26"/>
          <w:szCs w:val="26"/>
          <w:rtl/>
        </w:rPr>
        <w:t xml:space="preserve">או להיכנס לאתר של מס הכנסה בכתובת: </w:t>
      </w:r>
      <w:hyperlink r:id="rId7" w:history="1">
        <w:r>
          <w:rPr>
            <w:rStyle w:val="Hyperlink"/>
            <w:rFonts w:ascii="Calibri" w:hAnsi="Calibri"/>
          </w:rPr>
          <w:t>https://taxes.gov.il/Pages/HomePage.aspx</w:t>
        </w:r>
      </w:hyperlink>
      <w:r>
        <w:rPr>
          <w:rFonts w:ascii="Calibri" w:hAnsi="Calibri" w:hint="cs"/>
          <w:color w:val="000000"/>
          <w:rtl/>
        </w:rPr>
        <w:t xml:space="preserve"> </w:t>
      </w:r>
      <w:r w:rsidRPr="00D90EA9">
        <w:rPr>
          <w:rFonts w:ascii="Calibri" w:hAnsi="Calibri" w:cs="David" w:hint="cs"/>
          <w:color w:val="000000"/>
          <w:sz w:val="26"/>
          <w:szCs w:val="26"/>
          <w:rtl/>
        </w:rPr>
        <w:t>ולמלא את הטופס המקוון.</w:t>
      </w:r>
      <w:r>
        <w:rPr>
          <w:rFonts w:ascii="Calibri" w:hAnsi="Calibri" w:hint="cs"/>
          <w:color w:val="000000"/>
          <w:rtl/>
        </w:rPr>
        <w:t xml:space="preserve"> </w:t>
      </w:r>
    </w:p>
    <w:p w14:paraId="18A82FD2" w14:textId="46FC02FF" w:rsidR="00DF535A" w:rsidRPr="00DF535A" w:rsidRDefault="00DF535A" w:rsidP="008268CF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  <w:r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בכותרת, רשמי שנת </w:t>
      </w:r>
      <w:r w:rsidRPr="00DF535A">
        <w:rPr>
          <w:rFonts w:ascii="Times New Roman" w:eastAsia="Times New Roman" w:hAnsi="Times New Roman" w:cs="David" w:hint="cs"/>
          <w:sz w:val="26"/>
          <w:szCs w:val="26"/>
          <w:rtl/>
        </w:rPr>
        <w:t>המס</w:t>
      </w:r>
      <w:r w:rsidRPr="00DF535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20</w:t>
      </w:r>
      <w:r w:rsidR="00466C48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2</w:t>
      </w:r>
      <w:r w:rsidR="00856FA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3</w:t>
      </w:r>
    </w:p>
    <w:p w14:paraId="073F5027" w14:textId="77777777" w:rsidR="00DF535A" w:rsidRPr="00DF535A" w:rsidRDefault="00DF535A" w:rsidP="000842D3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  <w:r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בסעיף ד' בטופס רשמי </w:t>
      </w:r>
      <w:r w:rsidRPr="00DF535A">
        <w:rPr>
          <w:rFonts w:ascii="Times New Roman" w:eastAsia="Times New Roman" w:hAnsi="Times New Roman" w:cs="David" w:hint="cs"/>
          <w:sz w:val="26"/>
          <w:szCs w:val="26"/>
          <w:rtl/>
        </w:rPr>
        <w:t xml:space="preserve">"אמונה- המכללה האקדמית </w:t>
      </w:r>
      <w:proofErr w:type="spellStart"/>
      <w:r w:rsidR="000842D3">
        <w:rPr>
          <w:rFonts w:ascii="Times New Roman" w:eastAsia="Times New Roman" w:hAnsi="Times New Roman" w:cs="David" w:hint="cs"/>
          <w:sz w:val="26"/>
          <w:szCs w:val="26"/>
          <w:rtl/>
        </w:rPr>
        <w:t>לאמנויות</w:t>
      </w:r>
      <w:proofErr w:type="spellEnd"/>
      <w:r w:rsidR="000842D3">
        <w:rPr>
          <w:rFonts w:ascii="Times New Roman" w:eastAsia="Times New Roman" w:hAnsi="Times New Roman" w:cs="David" w:hint="cs"/>
          <w:sz w:val="26"/>
          <w:szCs w:val="26"/>
          <w:rtl/>
        </w:rPr>
        <w:t xml:space="preserve"> וחינוך</w:t>
      </w:r>
      <w:r w:rsidRPr="00DF535A">
        <w:rPr>
          <w:rFonts w:ascii="Times New Roman" w:eastAsia="Times New Roman" w:hAnsi="Times New Roman" w:cs="David"/>
          <w:sz w:val="26"/>
          <w:szCs w:val="26"/>
          <w:rtl/>
        </w:rPr>
        <w:t>, מס</w:t>
      </w:r>
      <w:r w:rsidR="000842D3">
        <w:rPr>
          <w:rFonts w:ascii="Times New Roman" w:eastAsia="Times New Roman" w:hAnsi="Times New Roman" w:cs="David" w:hint="cs"/>
          <w:sz w:val="26"/>
          <w:szCs w:val="26"/>
          <w:rtl/>
        </w:rPr>
        <w:t xml:space="preserve">פר </w:t>
      </w:r>
      <w:r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תיק ניכויים </w:t>
      </w:r>
      <w:r w:rsidRPr="008268CF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943-264655</w:t>
      </w:r>
      <w:r w:rsidRPr="00DF535A">
        <w:rPr>
          <w:rFonts w:ascii="Times New Roman" w:eastAsia="Times New Roman" w:hAnsi="Times New Roman" w:cs="David"/>
          <w:sz w:val="26"/>
          <w:szCs w:val="26"/>
          <w:rtl/>
        </w:rPr>
        <w:t>.</w:t>
      </w:r>
    </w:p>
    <w:p w14:paraId="22F298E0" w14:textId="77777777" w:rsidR="00DF535A" w:rsidRPr="00DF535A" w:rsidRDefault="00DF535A" w:rsidP="00DF535A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  <w:r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חשבי את ההכנסות ברוטו, לסטודנטית אחת </w:t>
      </w:r>
      <w:r w:rsidRPr="00DF535A">
        <w:rPr>
          <w:rFonts w:ascii="Times New Roman" w:eastAsia="Times New Roman" w:hAnsi="Times New Roman" w:cs="David" w:hint="cs"/>
          <w:sz w:val="26"/>
          <w:szCs w:val="26"/>
          <w:rtl/>
        </w:rPr>
        <w:t>100</w:t>
      </w:r>
      <w:r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 ש"ח </w:t>
      </w:r>
      <w:r w:rsidRPr="00DF535A">
        <w:rPr>
          <w:rFonts w:ascii="Times New Roman" w:eastAsia="Times New Roman" w:hAnsi="Times New Roman" w:cs="David" w:hint="cs"/>
          <w:sz w:val="26"/>
          <w:szCs w:val="26"/>
          <w:rtl/>
        </w:rPr>
        <w:t>לחודש</w:t>
      </w:r>
      <w:r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.                                                                                                                                                                                                 </w:t>
      </w:r>
    </w:p>
    <w:p w14:paraId="4FDF7F66" w14:textId="77777777" w:rsidR="00DF535A" w:rsidRPr="00DF535A" w:rsidRDefault="00DF535A" w:rsidP="00DF535A">
      <w:pPr>
        <w:numPr>
          <w:ilvl w:val="0"/>
          <w:numId w:val="1"/>
        </w:numPr>
        <w:spacing w:line="240" w:lineRule="auto"/>
        <w:ind w:right="-284"/>
        <w:rPr>
          <w:rFonts w:ascii="Times New Roman" w:eastAsia="Times New Roman" w:hAnsi="Times New Roman" w:cs="David"/>
          <w:sz w:val="26"/>
          <w:szCs w:val="26"/>
          <w:rtl/>
        </w:rPr>
      </w:pPr>
      <w:r w:rsidRPr="00DF535A">
        <w:rPr>
          <w:rFonts w:ascii="Times New Roman" w:eastAsia="Times New Roman" w:hAnsi="Times New Roman" w:cs="David"/>
          <w:sz w:val="26"/>
          <w:szCs w:val="26"/>
          <w:rtl/>
        </w:rPr>
        <w:t>בהצהרה  - נא לחתום את חתימתך.</w:t>
      </w:r>
    </w:p>
    <w:p w14:paraId="4C274478" w14:textId="77777777" w:rsidR="00796679" w:rsidRDefault="00DF535A" w:rsidP="00796679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David"/>
          <w:sz w:val="26"/>
          <w:szCs w:val="26"/>
        </w:rPr>
      </w:pPr>
      <w:r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שלחי את הטופס ל </w:t>
      </w:r>
      <w:r w:rsidRPr="00DF535A">
        <w:rPr>
          <w:rFonts w:ascii="Times New Roman" w:eastAsia="Times New Roman" w:hAnsi="Times New Roman" w:cs="David"/>
          <w:b/>
          <w:bCs/>
          <w:sz w:val="26"/>
          <w:szCs w:val="26"/>
          <w:rtl/>
        </w:rPr>
        <w:t>"מס הכנסה"</w:t>
      </w:r>
      <w:r w:rsidRPr="00DF535A">
        <w:rPr>
          <w:rFonts w:ascii="Times New Roman" w:eastAsia="Times New Roman" w:hAnsi="Times New Roman" w:cs="David"/>
          <w:sz w:val="26"/>
          <w:szCs w:val="26"/>
          <w:rtl/>
        </w:rPr>
        <w:t xml:space="preserve"> רח' כנפי נשרים 66,ירושלים</w:t>
      </w:r>
    </w:p>
    <w:p w14:paraId="197A9653" w14:textId="77777777" w:rsidR="00796679" w:rsidRPr="00796679" w:rsidRDefault="00796679" w:rsidP="00796679">
      <w:p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</w:p>
    <w:p w14:paraId="0EE5A2C1" w14:textId="77777777" w:rsidR="00DF535A" w:rsidRPr="00796679" w:rsidRDefault="00796679" w:rsidP="00796679">
      <w:pPr>
        <w:rPr>
          <w:rFonts w:ascii="Times New Roman" w:eastAsia="Times New Roman" w:hAnsi="Times New Roman" w:cs="David"/>
          <w:b/>
          <w:bCs/>
          <w:sz w:val="26"/>
          <w:szCs w:val="26"/>
          <w:u w:val="single"/>
          <w:rtl/>
        </w:rPr>
      </w:pPr>
      <w:r>
        <w:rPr>
          <w:rFonts w:ascii="Times New Roman" w:eastAsia="Times New Roman" w:hAnsi="Times New Roman" w:cs="David"/>
          <w:sz w:val="26"/>
          <w:szCs w:val="26"/>
          <w:rtl/>
        </w:rPr>
        <w:t>אם תתעוררנה שאלות, ניתן</w:t>
      </w:r>
      <w:r w:rsidR="00DF535A" w:rsidRPr="00DF535A">
        <w:rPr>
          <w:rFonts w:ascii="Times New Roman" w:eastAsia="Times New Roman" w:hAnsi="Times New Roman" w:cs="David" w:hint="cs"/>
          <w:sz w:val="26"/>
          <w:szCs w:val="26"/>
          <w:rtl/>
        </w:rPr>
        <w:t xml:space="preserve"> לשלוח מייל  </w:t>
      </w:r>
      <w:r>
        <w:rPr>
          <w:rFonts w:ascii="Times New Roman" w:eastAsia="Times New Roman" w:hAnsi="Times New Roman" w:cs="David" w:hint="cs"/>
          <w:sz w:val="26"/>
          <w:szCs w:val="26"/>
          <w:rtl/>
        </w:rPr>
        <w:t xml:space="preserve">לכתובת: </w:t>
      </w:r>
      <w:r w:rsidRPr="00DF535A">
        <w:rPr>
          <w:rFonts w:ascii="Times New Roman" w:eastAsia="Times New Roman" w:hAnsi="Times New Roman" w:cs="David"/>
          <w:b/>
          <w:bCs/>
          <w:sz w:val="26"/>
          <w:szCs w:val="26"/>
          <w:u w:val="single"/>
        </w:rPr>
        <w:t>miri@</w:t>
      </w:r>
      <w:r>
        <w:rPr>
          <w:rFonts w:ascii="Times New Roman" w:eastAsia="Times New Roman" w:hAnsi="Times New Roman" w:cs="David"/>
          <w:b/>
          <w:bCs/>
          <w:sz w:val="26"/>
          <w:szCs w:val="26"/>
          <w:u w:val="single"/>
        </w:rPr>
        <w:t>emef</w:t>
      </w:r>
      <w:r w:rsidRPr="00DF535A">
        <w:rPr>
          <w:rFonts w:ascii="Times New Roman" w:eastAsia="Times New Roman" w:hAnsi="Times New Roman" w:cs="David"/>
          <w:b/>
          <w:bCs/>
          <w:sz w:val="26"/>
          <w:szCs w:val="26"/>
          <w:u w:val="single"/>
        </w:rPr>
        <w:t>.ac.il</w:t>
      </w:r>
    </w:p>
    <w:p w14:paraId="1AA18D39" w14:textId="77777777" w:rsidR="00DF535A" w:rsidRPr="000605CF" w:rsidRDefault="00DF535A" w:rsidP="00DF535A">
      <w:pPr>
        <w:rPr>
          <w:rFonts w:ascii="Times New Roman" w:eastAsia="Times New Roman" w:hAnsi="Times New Roman" w:cs="David"/>
          <w:b/>
          <w:bCs/>
          <w:sz w:val="26"/>
          <w:szCs w:val="26"/>
          <w:u w:val="single"/>
          <w:rtl/>
        </w:rPr>
      </w:pPr>
      <w:r w:rsidRPr="000605CF">
        <w:rPr>
          <w:rFonts w:ascii="Times New Roman" w:eastAsia="Times New Roman" w:hAnsi="Times New Roman" w:cs="David" w:hint="cs"/>
          <w:b/>
          <w:bCs/>
          <w:sz w:val="26"/>
          <w:szCs w:val="26"/>
          <w:u w:val="single"/>
          <w:rtl/>
        </w:rPr>
        <w:t xml:space="preserve">לתשומת </w:t>
      </w:r>
      <w:proofErr w:type="spellStart"/>
      <w:r w:rsidRPr="000605CF">
        <w:rPr>
          <w:rFonts w:ascii="Times New Roman" w:eastAsia="Times New Roman" w:hAnsi="Times New Roman" w:cs="David" w:hint="cs"/>
          <w:b/>
          <w:bCs/>
          <w:sz w:val="26"/>
          <w:szCs w:val="26"/>
          <w:u w:val="single"/>
          <w:rtl/>
        </w:rPr>
        <w:t>לבך</w:t>
      </w:r>
      <w:proofErr w:type="spellEnd"/>
      <w:r w:rsidRPr="000605CF">
        <w:rPr>
          <w:rFonts w:ascii="Times New Roman" w:eastAsia="Times New Roman" w:hAnsi="Times New Roman" w:cs="David" w:hint="cs"/>
          <w:b/>
          <w:bCs/>
          <w:sz w:val="26"/>
          <w:szCs w:val="26"/>
          <w:u w:val="single"/>
          <w:rtl/>
        </w:rPr>
        <w:t>:</w:t>
      </w:r>
    </w:p>
    <w:p w14:paraId="42B385A5" w14:textId="57B14402" w:rsidR="00DF535A" w:rsidRPr="00DF535A" w:rsidRDefault="007C035C" w:rsidP="007C035C">
      <w:pPr>
        <w:rPr>
          <w:rFonts w:ascii="Times New Roman" w:eastAsia="Times New Roman" w:hAnsi="Times New Roman" w:cs="David"/>
          <w:sz w:val="26"/>
          <w:szCs w:val="26"/>
          <w:rtl/>
        </w:rPr>
      </w:pPr>
      <w:r w:rsidRPr="000605CF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אם</w:t>
      </w:r>
      <w:r w:rsidR="00DF535A" w:rsidRPr="000605CF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תיאום המס לא יגיע אלינו עם כל הערכה. ינוכה על- פי חוק מס הכנסה 4</w:t>
      </w:r>
      <w:r w:rsidR="00856FA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7</w:t>
      </w:r>
      <w:r w:rsidR="00DF535A" w:rsidRPr="000605CF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% מהשכר</w:t>
      </w:r>
      <w:r w:rsidR="00DF535A" w:rsidRPr="00DF535A">
        <w:rPr>
          <w:rFonts w:ascii="Times New Roman" w:eastAsia="Times New Roman" w:hAnsi="Times New Roman" w:cs="David" w:hint="cs"/>
          <w:sz w:val="26"/>
          <w:szCs w:val="26"/>
          <w:rtl/>
        </w:rPr>
        <w:t xml:space="preserve">. </w:t>
      </w:r>
    </w:p>
    <w:p w14:paraId="7C1ADEC8" w14:textId="77777777" w:rsidR="00DF535A" w:rsidRPr="00DF535A" w:rsidRDefault="00DF535A" w:rsidP="00DF535A">
      <w:pPr>
        <w:spacing w:line="240" w:lineRule="auto"/>
        <w:rPr>
          <w:rFonts w:ascii="Times New Roman" w:eastAsia="Times New Roman" w:hAnsi="Times New Roman" w:cs="David"/>
          <w:sz w:val="26"/>
          <w:szCs w:val="26"/>
          <w:rtl/>
        </w:rPr>
      </w:pPr>
    </w:p>
    <w:p w14:paraId="2DE1A8AD" w14:textId="77777777" w:rsidR="00DF535A" w:rsidRPr="00DF535A" w:rsidRDefault="00DF535A" w:rsidP="00DF535A">
      <w:pPr>
        <w:spacing w:line="240" w:lineRule="auto"/>
        <w:ind w:left="5040" w:firstLine="720"/>
        <w:jc w:val="center"/>
        <w:rPr>
          <w:rFonts w:ascii="Times New Roman" w:eastAsia="Times New Roman" w:hAnsi="Times New Roman" w:cs="David"/>
          <w:sz w:val="26"/>
          <w:szCs w:val="26"/>
          <w:rtl/>
        </w:rPr>
      </w:pPr>
      <w:r w:rsidRPr="00DF535A">
        <w:rPr>
          <w:rFonts w:ascii="Times New Roman" w:eastAsia="Times New Roman" w:hAnsi="Times New Roman" w:cs="David" w:hint="cs"/>
          <w:sz w:val="26"/>
          <w:szCs w:val="26"/>
          <w:rtl/>
        </w:rPr>
        <w:t xml:space="preserve">                  </w:t>
      </w:r>
    </w:p>
    <w:p w14:paraId="4510BECD" w14:textId="77777777" w:rsidR="00DF535A" w:rsidRPr="00DF535A" w:rsidRDefault="00DF535A" w:rsidP="00DF535A">
      <w:pPr>
        <w:spacing w:line="240" w:lineRule="auto"/>
        <w:ind w:left="5040" w:firstLine="720"/>
        <w:jc w:val="center"/>
        <w:rPr>
          <w:rFonts w:ascii="Times New Roman" w:eastAsia="Times New Roman" w:hAnsi="Times New Roman" w:cs="David"/>
          <w:sz w:val="26"/>
          <w:szCs w:val="26"/>
          <w:rtl/>
        </w:rPr>
      </w:pPr>
    </w:p>
    <w:p w14:paraId="2E74A307" w14:textId="77777777" w:rsidR="00DF535A" w:rsidRPr="00DF535A" w:rsidRDefault="00DF535A" w:rsidP="00DF535A">
      <w:pPr>
        <w:spacing w:line="240" w:lineRule="auto"/>
        <w:ind w:left="5040" w:firstLine="720"/>
        <w:jc w:val="center"/>
        <w:rPr>
          <w:rFonts w:ascii="Times New Roman" w:eastAsia="Times New Roman" w:hAnsi="Times New Roman" w:cs="David"/>
          <w:sz w:val="26"/>
          <w:szCs w:val="26"/>
          <w:rtl/>
        </w:rPr>
      </w:pPr>
    </w:p>
    <w:p w14:paraId="4B9F143E" w14:textId="77777777" w:rsidR="00DF535A" w:rsidRPr="00DF535A" w:rsidRDefault="00DF535A" w:rsidP="00DF535A">
      <w:pPr>
        <w:spacing w:line="240" w:lineRule="auto"/>
        <w:ind w:left="5040" w:firstLine="720"/>
        <w:jc w:val="center"/>
        <w:rPr>
          <w:rFonts w:ascii="Times New Roman" w:eastAsia="Times New Roman" w:hAnsi="Times New Roman" w:cs="David"/>
          <w:sz w:val="26"/>
          <w:szCs w:val="26"/>
          <w:rtl/>
        </w:rPr>
      </w:pPr>
    </w:p>
    <w:p w14:paraId="30D85A0D" w14:textId="77777777" w:rsidR="00DF535A" w:rsidRPr="00DF535A" w:rsidRDefault="00DF535A" w:rsidP="00796679">
      <w:pPr>
        <w:spacing w:line="240" w:lineRule="auto"/>
        <w:ind w:left="5040" w:firstLine="720"/>
        <w:jc w:val="center"/>
        <w:rPr>
          <w:rFonts w:ascii="Times New Roman" w:eastAsia="Times New Roman" w:hAnsi="Times New Roman" w:cs="Miriam"/>
          <w:sz w:val="20"/>
          <w:szCs w:val="20"/>
          <w:rtl/>
        </w:rPr>
      </w:pPr>
      <w:r w:rsidRPr="00DF535A">
        <w:rPr>
          <w:rFonts w:ascii="Times New Roman" w:eastAsia="Times New Roman" w:hAnsi="Times New Roman" w:cs="David" w:hint="cs"/>
          <w:sz w:val="26"/>
          <w:szCs w:val="26"/>
          <w:rtl/>
        </w:rPr>
        <w:t xml:space="preserve">                   </w:t>
      </w:r>
    </w:p>
    <w:p w14:paraId="77038228" w14:textId="77777777" w:rsidR="00862820" w:rsidRPr="005D3572" w:rsidRDefault="009B4A5E" w:rsidP="0040710E">
      <w:pPr>
        <w:rPr>
          <w:sz w:val="20"/>
          <w:szCs w:val="20"/>
          <w:rtl/>
        </w:rPr>
      </w:pPr>
      <w:r>
        <w:rPr>
          <w:rFonts w:hint="cs"/>
          <w:rtl/>
        </w:rPr>
        <w:t>‏</w:t>
      </w:r>
    </w:p>
    <w:sectPr w:rsidR="00862820" w:rsidRPr="005D3572" w:rsidSect="00FD505F">
      <w:headerReference w:type="default" r:id="rId8"/>
      <w:footerReference w:type="default" r:id="rId9"/>
      <w:pgSz w:w="11906" w:h="16838"/>
      <w:pgMar w:top="2410" w:right="1800" w:bottom="284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C8441" w14:textId="77777777" w:rsidR="007D5C3D" w:rsidRDefault="007D5C3D" w:rsidP="00D66130">
      <w:r>
        <w:separator/>
      </w:r>
    </w:p>
  </w:endnote>
  <w:endnote w:type="continuationSeparator" w:id="0">
    <w:p w14:paraId="3DDD62FB" w14:textId="77777777" w:rsidR="007D5C3D" w:rsidRDefault="007D5C3D" w:rsidP="00D6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4F44" w14:textId="77777777" w:rsidR="001B46B7" w:rsidRDefault="001B46B7" w:rsidP="005416DA">
    <w:pPr>
      <w:pBdr>
        <w:bottom w:val="single" w:sz="12" w:space="1" w:color="auto"/>
      </w:pBdr>
      <w:jc w:val="right"/>
      <w:rPr>
        <w:rFonts w:cs="David"/>
        <w:rtl/>
      </w:rPr>
    </w:pPr>
  </w:p>
  <w:p w14:paraId="7FE9C09C" w14:textId="77777777" w:rsidR="001B46B7" w:rsidRPr="001B46B7" w:rsidRDefault="001B46B7" w:rsidP="00380927">
    <w:pPr>
      <w:jc w:val="center"/>
      <w:rPr>
        <w:rFonts w:cs="David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1B46B7">
      <w:rPr>
        <w:rFonts w:ascii="Times New Roman" w:hAnsi="Times New Roman" w:cs="Aharoni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אמונה</w:t>
    </w:r>
    <w:r w:rsidRPr="001B46B7">
      <w:rPr>
        <w:rFonts w:ascii="Times New Roman" w:hAnsi="Times New Roman" w:cs="Aharoni" w:hint="cs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Pr="001B46B7">
      <w:rPr>
        <w:rFonts w:ascii="Times New Roman" w:hAnsi="Times New Roman" w:cs="Aharoni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-</w:t>
    </w:r>
    <w:proofErr w:type="spellStart"/>
    <w:r w:rsidRPr="001B46B7">
      <w:rPr>
        <w:rFonts w:ascii="Times New Roman" w:hAnsi="Times New Roman" w:cs="Aharoni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אפרתה</w:t>
    </w:r>
    <w:proofErr w:type="spellEnd"/>
    <w:r w:rsidRPr="001B46B7">
      <w:rPr>
        <w:rFonts w:cs="David" w:hint="cs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| </w:t>
    </w:r>
    <w:r w:rsidRPr="001B46B7">
      <w:rPr>
        <w:rFonts w:cs="Aharoni" w:hint="cs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מכללה אקדמית לחינוך </w:t>
    </w:r>
    <w:proofErr w:type="spellStart"/>
    <w:r w:rsidRPr="001B46B7">
      <w:rPr>
        <w:rFonts w:cs="Aharoni" w:hint="cs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ואמנויות</w:t>
    </w:r>
    <w:proofErr w:type="spellEnd"/>
  </w:p>
  <w:p w14:paraId="458F29DE" w14:textId="77777777" w:rsidR="001B46B7" w:rsidRPr="00534813" w:rsidRDefault="001B46B7" w:rsidP="00534813">
    <w:pPr>
      <w:tabs>
        <w:tab w:val="left" w:pos="641"/>
      </w:tabs>
      <w:rPr>
        <w:rFonts w:cs="David"/>
        <w:b/>
        <w:bCs/>
      </w:rPr>
    </w:pPr>
    <w:r w:rsidRPr="001B46B7">
      <w:rPr>
        <w:rFonts w:ascii="Times New Roman" w:hAnsi="Times New Roman" w:cs="Aharoni"/>
        <w:noProof/>
        <w:spacing w:val="40"/>
        <w:sz w:val="3276"/>
        <w:szCs w:val="327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B198A0F" wp14:editId="0DD21886">
              <wp:simplePos x="0" y="0"/>
              <wp:positionH relativeFrom="column">
                <wp:posOffset>2758440</wp:posOffset>
              </wp:positionH>
              <wp:positionV relativeFrom="paragraph">
                <wp:posOffset>106045</wp:posOffset>
              </wp:positionV>
              <wp:extent cx="2677795" cy="644525"/>
              <wp:effectExtent l="0" t="1270" r="2540" b="1905"/>
              <wp:wrapNone/>
              <wp:docPr id="2" name="תיבת טקסט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67779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46D5F6" w14:textId="77777777" w:rsidR="001B46B7" w:rsidRDefault="001B46B7" w:rsidP="000A7B7B">
                          <w:pPr>
                            <w:rPr>
                              <w:rFonts w:cs="David"/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   </w:t>
                          </w:r>
                          <w:proofErr w:type="spellStart"/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>אפרתה</w:t>
                          </w:r>
                          <w:proofErr w:type="spellEnd"/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 | בית ספר לחינוך ולהוראה                                             </w:t>
                          </w:r>
                        </w:p>
                        <w:p w14:paraId="798B20E5" w14:textId="77777777" w:rsidR="001B46B7" w:rsidRDefault="001B46B7" w:rsidP="000A7B7B">
                          <w:pPr>
                            <w:rPr>
                              <w:rFonts w:cs="David"/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        מיסודה של מכללת </w:t>
                          </w:r>
                          <w:proofErr w:type="spellStart"/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>אפרתה</w:t>
                          </w:r>
                          <w:proofErr w:type="spellEnd"/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 </w:t>
                          </w:r>
                        </w:p>
                        <w:p w14:paraId="6979EBEC" w14:textId="77777777" w:rsidR="001B46B7" w:rsidRPr="000A7B7B" w:rsidRDefault="001B46B7" w:rsidP="000A7B7B">
                          <w:pPr>
                            <w:rPr>
                              <w:rFonts w:cs="David"/>
                              <w:b/>
                              <w:bCs/>
                              <w:rtl/>
                            </w:rPr>
                          </w:pPr>
                          <w:r w:rsidRPr="000A7B7B">
                            <w:rPr>
                              <w:rFonts w:cs="David" w:hint="cs"/>
                              <w:sz w:val="18"/>
                              <w:szCs w:val="18"/>
                              <w:rtl/>
                            </w:rPr>
                            <w:t>רח' בן יפונה 17, ת.ד. 10263 י-ם</w:t>
                          </w:r>
                          <w:r>
                            <w:rPr>
                              <w:rFonts w:cs="David" w:hint="cs"/>
                              <w:sz w:val="18"/>
                              <w:szCs w:val="18"/>
                              <w:rtl/>
                            </w:rPr>
                            <w:t xml:space="preserve"> | </w:t>
                          </w:r>
                          <w:r w:rsidRPr="000A7B7B">
                            <w:rPr>
                              <w:rFonts w:cs="David" w:hint="cs"/>
                              <w:sz w:val="18"/>
                              <w:szCs w:val="18"/>
                              <w:rtl/>
                            </w:rPr>
                            <w:t xml:space="preserve"> מיקוד 9110201</w:t>
                          </w:r>
                        </w:p>
                        <w:p w14:paraId="055CAAF5" w14:textId="77777777" w:rsidR="001B46B7" w:rsidRPr="000A7B7B" w:rsidRDefault="001B46B7" w:rsidP="00534813">
                          <w:pPr>
                            <w:rPr>
                              <w:rFonts w:cs="David"/>
                              <w:sz w:val="18"/>
                              <w:szCs w:val="18"/>
                              <w:rtl/>
                              <w:c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תיבת טקסט 2" o:spid="_x0000_s1026" type="#_x0000_t202" style="position:absolute;left:0;text-align:left;margin-left:217.2pt;margin-top:8.35pt;width:210.85pt;height:50.7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" stroked="f">
              <v:textbox>
                <w:txbxContent>
                  <w:p w:rsidR="001B46B7" w:rsidRDefault="001B46B7" w:rsidP="000A7B7B">
                    <w:pPr>
                      <w:rPr>
                        <w:rFonts w:cs="David"/>
                        <w:b/>
                        <w:bCs/>
                        <w:rtl/>
                      </w:rPr>
                    </w:pPr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   </w:t>
                    </w:r>
                    <w:proofErr w:type="spellStart"/>
                    <w:r>
                      <w:rPr>
                        <w:rFonts w:cs="David" w:hint="cs"/>
                        <w:b/>
                        <w:bCs/>
                        <w:rtl/>
                      </w:rPr>
                      <w:t>אפרתה</w:t>
                    </w:r>
                    <w:proofErr w:type="spellEnd"/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 | בית ספר לחינוך ולהוראה                                             </w:t>
                    </w:r>
                  </w:p>
                  <w:p w:rsidR="001B46B7" w:rsidRDefault="001B46B7" w:rsidP="000A7B7B">
                    <w:pPr>
                      <w:rPr>
                        <w:rFonts w:cs="David"/>
                        <w:b/>
                        <w:bCs/>
                        <w:rtl/>
                      </w:rPr>
                    </w:pPr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        מיסודה של מכללת </w:t>
                    </w:r>
                    <w:proofErr w:type="spellStart"/>
                    <w:r>
                      <w:rPr>
                        <w:rFonts w:cs="David" w:hint="cs"/>
                        <w:b/>
                        <w:bCs/>
                        <w:rtl/>
                      </w:rPr>
                      <w:t>אפרתה</w:t>
                    </w:r>
                    <w:proofErr w:type="spellEnd"/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 </w:t>
                    </w:r>
                  </w:p>
                  <w:p w:rsidR="001B46B7" w:rsidRPr="000A7B7B" w:rsidRDefault="001B46B7" w:rsidP="000A7B7B">
                    <w:pPr>
                      <w:rPr>
                        <w:rFonts w:cs="David"/>
                        <w:b/>
                        <w:bCs/>
                        <w:rtl/>
                      </w:rPr>
                    </w:pPr>
                    <w:r w:rsidRPr="000A7B7B">
                      <w:rPr>
                        <w:rFonts w:cs="David" w:hint="cs"/>
                        <w:sz w:val="18"/>
                        <w:szCs w:val="18"/>
                        <w:rtl/>
                      </w:rPr>
                      <w:t>רח' בן יפונה 17, ת.ד. 10263 י-ם</w:t>
                    </w:r>
                    <w:r>
                      <w:rPr>
                        <w:rFonts w:cs="David" w:hint="cs"/>
                        <w:sz w:val="18"/>
                        <w:szCs w:val="18"/>
                        <w:rtl/>
                      </w:rPr>
                      <w:t xml:space="preserve"> | </w:t>
                    </w:r>
                    <w:r w:rsidRPr="000A7B7B">
                      <w:rPr>
                        <w:rFonts w:cs="David" w:hint="cs"/>
                        <w:sz w:val="18"/>
                        <w:szCs w:val="18"/>
                        <w:rtl/>
                      </w:rPr>
                      <w:t xml:space="preserve"> מיקוד 9110201</w:t>
                    </w:r>
                  </w:p>
                  <w:p w:rsidR="001B46B7" w:rsidRPr="000A7B7B" w:rsidRDefault="001B46B7" w:rsidP="00534813">
                    <w:pPr>
                      <w:rPr>
                        <w:rFonts w:cs="David"/>
                        <w:sz w:val="18"/>
                        <w:szCs w:val="18"/>
                        <w:rtl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1B46B7">
      <w:rPr>
        <w:rFonts w:ascii="Times New Roman" w:hAnsi="Times New Roman" w:cs="Aharoni"/>
        <w:noProof/>
        <w:spacing w:val="40"/>
        <w:sz w:val="3276"/>
        <w:szCs w:val="327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039390" wp14:editId="3440CEB5">
              <wp:simplePos x="0" y="0"/>
              <wp:positionH relativeFrom="column">
                <wp:posOffset>-768985</wp:posOffset>
              </wp:positionH>
              <wp:positionV relativeFrom="paragraph">
                <wp:posOffset>106045</wp:posOffset>
              </wp:positionV>
              <wp:extent cx="2677795" cy="573405"/>
              <wp:effectExtent l="2540" t="1270" r="0" b="0"/>
              <wp:wrapNone/>
              <wp:docPr id="1" name="תיבת טקסט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677795" cy="573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2ECF8D" w14:textId="77777777" w:rsidR="001B46B7" w:rsidRPr="00534813" w:rsidRDefault="001B46B7" w:rsidP="000A7B7B">
                          <w:pPr>
                            <w:rPr>
                              <w:rFonts w:cs="David"/>
                              <w:b/>
                              <w:bCs/>
                              <w:rtl/>
                              <w:cs/>
                            </w:rPr>
                          </w:pPr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אמונה | </w:t>
                          </w:r>
                          <w:r w:rsidRPr="00534813"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בית ספר להוראת </w:t>
                          </w:r>
                          <w:proofErr w:type="spellStart"/>
                          <w:r w:rsidRPr="00534813"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>ה</w:t>
                          </w:r>
                          <w:r w:rsidRPr="00534813">
                            <w:rPr>
                              <w:rFonts w:cs="David" w:hint="cs"/>
                              <w:b/>
                              <w:bCs/>
                              <w:rtl/>
                              <w:cs/>
                            </w:rPr>
                            <w:t>אמנויות</w:t>
                          </w:r>
                          <w:proofErr w:type="spellEnd"/>
                        </w:p>
                        <w:p w14:paraId="46DD3BA0" w14:textId="77777777" w:rsidR="001B46B7" w:rsidRDefault="001B46B7" w:rsidP="00534813">
                          <w:pPr>
                            <w:rPr>
                              <w:rFonts w:cs="David"/>
                              <w:b/>
                              <w:bCs/>
                              <w:rtl/>
                              <w:cs/>
                            </w:rPr>
                          </w:pPr>
                          <w:r w:rsidRPr="00534813">
                            <w:rPr>
                              <w:rFonts w:cs="David" w:hint="cs"/>
                              <w:b/>
                              <w:bCs/>
                              <w:rtl/>
                              <w:cs/>
                            </w:rPr>
                            <w:t xml:space="preserve">       מיסודה של מכללת אמונה</w:t>
                          </w:r>
                        </w:p>
                        <w:p w14:paraId="30453614" w14:textId="77777777" w:rsidR="001B46B7" w:rsidRPr="000A7B7B" w:rsidRDefault="001B46B7" w:rsidP="00534813">
                          <w:pPr>
                            <w:rPr>
                              <w:rFonts w:cs="David"/>
                              <w:sz w:val="18"/>
                              <w:szCs w:val="18"/>
                              <w:rtl/>
                              <w:cs/>
                            </w:rPr>
                          </w:pPr>
                          <w:r w:rsidRPr="000A7B7B">
                            <w:rPr>
                              <w:rFonts w:cs="David" w:hint="cs"/>
                              <w:sz w:val="18"/>
                              <w:szCs w:val="18"/>
                              <w:rtl/>
                              <w:cs/>
                            </w:rPr>
                            <w:t xml:space="preserve">רח' דרך בית לחם 104, ת.ד. 10290 י-ם | </w:t>
                          </w:r>
                          <w:r>
                            <w:rPr>
                              <w:rFonts w:cs="David" w:hint="cs"/>
                              <w:sz w:val="18"/>
                              <w:szCs w:val="18"/>
                              <w:rtl/>
                              <w:cs/>
                            </w:rPr>
                            <w:t xml:space="preserve"> </w:t>
                          </w:r>
                          <w:r w:rsidRPr="000A7B7B">
                            <w:rPr>
                              <w:rFonts w:cs="David" w:hint="cs"/>
                              <w:sz w:val="18"/>
                              <w:szCs w:val="18"/>
                              <w:rtl/>
                              <w:cs/>
                            </w:rPr>
                            <w:t>מיקוד 91102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תיבת טקסט 1" o:spid="_x0000_s1027" type="#_x0000_t202" style="position:absolute;left:0;text-align:left;margin-left:-60.55pt;margin-top:8.35pt;width:210.85pt;height:45.15pt;flip:x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" stroked="f">
              <v:textbox style="mso-fit-shape-to-text:t">
                <w:txbxContent>
                  <w:p w:rsidR="001B46B7" w:rsidRPr="00534813" w:rsidRDefault="001B46B7" w:rsidP="000A7B7B">
                    <w:pPr>
                      <w:rPr>
                        <w:rFonts w:cs="David"/>
                        <w:b/>
                        <w:bCs/>
                        <w:rtl/>
                        <w:cs/>
                      </w:rPr>
                    </w:pPr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אמונה | </w:t>
                    </w:r>
                    <w:r w:rsidRPr="00534813">
                      <w:rPr>
                        <w:rFonts w:cs="David" w:hint="cs"/>
                        <w:b/>
                        <w:bCs/>
                        <w:rtl/>
                      </w:rPr>
                      <w:t>בית ספר להוראת ה</w:t>
                    </w:r>
                    <w:r w:rsidRPr="00534813">
                      <w:rPr>
                        <w:rFonts w:cs="David" w:hint="cs"/>
                        <w:b/>
                        <w:bCs/>
                        <w:rtl/>
                        <w:cs/>
                      </w:rPr>
                      <w:t>אמנויות</w:t>
                    </w:r>
                  </w:p>
                  <w:p w:rsidR="001B46B7" w:rsidRDefault="001B46B7" w:rsidP="00534813">
                    <w:pPr>
                      <w:rPr>
                        <w:rFonts w:cs="David"/>
                        <w:b/>
                        <w:bCs/>
                        <w:rtl/>
                        <w:cs/>
                      </w:rPr>
                    </w:pPr>
                    <w:r w:rsidRPr="00534813">
                      <w:rPr>
                        <w:rFonts w:cs="David" w:hint="cs"/>
                        <w:b/>
                        <w:bCs/>
                        <w:rtl/>
                        <w:cs/>
                      </w:rPr>
                      <w:t xml:space="preserve">       מיסודה של מכללת אמונה</w:t>
                    </w:r>
                  </w:p>
                  <w:p w:rsidR="001B46B7" w:rsidRPr="000A7B7B" w:rsidRDefault="001B46B7" w:rsidP="00534813">
                    <w:pPr>
                      <w:rPr>
                        <w:rFonts w:cs="David"/>
                        <w:sz w:val="18"/>
                        <w:szCs w:val="18"/>
                        <w:rtl/>
                        <w:cs/>
                      </w:rPr>
                    </w:pPr>
                    <w:r w:rsidRPr="000A7B7B">
                      <w:rPr>
                        <w:rFonts w:cs="David" w:hint="cs"/>
                        <w:sz w:val="18"/>
                        <w:szCs w:val="18"/>
                        <w:rtl/>
                        <w:cs/>
                      </w:rPr>
                      <w:t xml:space="preserve">רח' דרך בית לחם 104, ת.ד. 10290 י-ם | </w:t>
                    </w:r>
                    <w:r>
                      <w:rPr>
                        <w:rFonts w:cs="David" w:hint="cs"/>
                        <w:sz w:val="18"/>
                        <w:szCs w:val="18"/>
                        <w:rtl/>
                        <w:cs/>
                      </w:rPr>
                      <w:t xml:space="preserve"> </w:t>
                    </w:r>
                    <w:r w:rsidRPr="000A7B7B">
                      <w:rPr>
                        <w:rFonts w:cs="David" w:hint="cs"/>
                        <w:sz w:val="18"/>
                        <w:szCs w:val="18"/>
                        <w:rtl/>
                        <w:cs/>
                      </w:rPr>
                      <w:t>מיקוד 91102</w:t>
                    </w:r>
                  </w:p>
                </w:txbxContent>
              </v:textbox>
            </v:shape>
          </w:pict>
        </mc:Fallback>
      </mc:AlternateContent>
    </w:r>
  </w:p>
  <w:p w14:paraId="2045F39B" w14:textId="77777777" w:rsidR="00F727A2" w:rsidRPr="001B46B7" w:rsidRDefault="00F727A2" w:rsidP="001B46B7">
    <w:pPr>
      <w:pStyle w:val="a7"/>
      <w:rPr>
        <w:noProof/>
        <w:color w:val="2F5496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C91B1" w14:textId="77777777" w:rsidR="007D5C3D" w:rsidRDefault="007D5C3D" w:rsidP="00D66130">
      <w:r>
        <w:separator/>
      </w:r>
    </w:p>
  </w:footnote>
  <w:footnote w:type="continuationSeparator" w:id="0">
    <w:p w14:paraId="3A45ECB4" w14:textId="77777777" w:rsidR="007D5C3D" w:rsidRDefault="007D5C3D" w:rsidP="00D66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51A8" w14:textId="77777777" w:rsidR="001B46B7" w:rsidRDefault="001B46B7" w:rsidP="005F29C5">
    <w:pPr>
      <w:pStyle w:val="a5"/>
      <w:jc w:val="center"/>
    </w:pPr>
    <w:r w:rsidRPr="00FF434F">
      <w:rPr>
        <w:rFonts w:cs="David" w:hint="cs"/>
        <w:bCs/>
        <w:sz w:val="32"/>
        <w:szCs w:val="32"/>
        <w:rtl/>
      </w:rPr>
      <w:t>'אמונה-</w:t>
    </w:r>
    <w:proofErr w:type="spellStart"/>
    <w:r w:rsidRPr="00FF434F">
      <w:rPr>
        <w:rFonts w:cs="David" w:hint="cs"/>
        <w:bCs/>
        <w:sz w:val="32"/>
        <w:szCs w:val="32"/>
        <w:rtl/>
      </w:rPr>
      <w:t>אפרתה</w:t>
    </w:r>
    <w:proofErr w:type="spellEnd"/>
    <w:r w:rsidRPr="00FF434F">
      <w:rPr>
        <w:rFonts w:cs="David" w:hint="cs"/>
        <w:bCs/>
        <w:sz w:val="32"/>
        <w:szCs w:val="32"/>
        <w:rtl/>
      </w:rPr>
      <w:t xml:space="preserve"> - מכללה אקדמית </w:t>
    </w:r>
    <w:proofErr w:type="spellStart"/>
    <w:r w:rsidRPr="00FF434F">
      <w:rPr>
        <w:rFonts w:cs="David" w:hint="cs"/>
        <w:bCs/>
        <w:sz w:val="32"/>
        <w:szCs w:val="32"/>
        <w:rtl/>
      </w:rPr>
      <w:t>לאמנויות</w:t>
    </w:r>
    <w:proofErr w:type="spellEnd"/>
    <w:r w:rsidRPr="00FF434F">
      <w:rPr>
        <w:rFonts w:cs="David" w:hint="cs"/>
        <w:bCs/>
        <w:sz w:val="32"/>
        <w:szCs w:val="32"/>
        <w:rtl/>
      </w:rPr>
      <w:t xml:space="preserve"> וחינוך'</w:t>
    </w:r>
  </w:p>
  <w:p w14:paraId="1E0F5FCB" w14:textId="77777777" w:rsidR="00853D4A" w:rsidRDefault="00853D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3719D"/>
    <w:multiLevelType w:val="singleLevel"/>
    <w:tmpl w:val="B93847F2"/>
    <w:lvl w:ilvl="0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</w:abstractNum>
  <w:num w:numId="1" w16cid:durableId="149048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35A"/>
    <w:rsid w:val="000605CF"/>
    <w:rsid w:val="000842D3"/>
    <w:rsid w:val="00084318"/>
    <w:rsid w:val="000D70BD"/>
    <w:rsid w:val="000F6058"/>
    <w:rsid w:val="00121ADE"/>
    <w:rsid w:val="00126035"/>
    <w:rsid w:val="00184F24"/>
    <w:rsid w:val="0019458B"/>
    <w:rsid w:val="001B46B7"/>
    <w:rsid w:val="001B4856"/>
    <w:rsid w:val="001C336D"/>
    <w:rsid w:val="00221915"/>
    <w:rsid w:val="00280976"/>
    <w:rsid w:val="002A2129"/>
    <w:rsid w:val="002B7DC8"/>
    <w:rsid w:val="002F7E30"/>
    <w:rsid w:val="003A5481"/>
    <w:rsid w:val="003D57F4"/>
    <w:rsid w:val="003F630D"/>
    <w:rsid w:val="00402029"/>
    <w:rsid w:val="0040710E"/>
    <w:rsid w:val="0046238C"/>
    <w:rsid w:val="00466C48"/>
    <w:rsid w:val="0047242D"/>
    <w:rsid w:val="0056326C"/>
    <w:rsid w:val="00571EC8"/>
    <w:rsid w:val="005805FB"/>
    <w:rsid w:val="0058617B"/>
    <w:rsid w:val="005A0EB9"/>
    <w:rsid w:val="005D3572"/>
    <w:rsid w:val="00607D80"/>
    <w:rsid w:val="006423D1"/>
    <w:rsid w:val="00677531"/>
    <w:rsid w:val="007670B9"/>
    <w:rsid w:val="00770670"/>
    <w:rsid w:val="007925D7"/>
    <w:rsid w:val="00796679"/>
    <w:rsid w:val="007B1F09"/>
    <w:rsid w:val="007B59FA"/>
    <w:rsid w:val="007C035C"/>
    <w:rsid w:val="007D5C3D"/>
    <w:rsid w:val="008268CF"/>
    <w:rsid w:val="00853D4A"/>
    <w:rsid w:val="00856FAA"/>
    <w:rsid w:val="00862820"/>
    <w:rsid w:val="008E3C0E"/>
    <w:rsid w:val="00972202"/>
    <w:rsid w:val="009855DF"/>
    <w:rsid w:val="00994AF3"/>
    <w:rsid w:val="009B4A5E"/>
    <w:rsid w:val="009E50DB"/>
    <w:rsid w:val="009F27C0"/>
    <w:rsid w:val="009F6208"/>
    <w:rsid w:val="00A0564B"/>
    <w:rsid w:val="00AE50FE"/>
    <w:rsid w:val="00AF532F"/>
    <w:rsid w:val="00B138AA"/>
    <w:rsid w:val="00B714F1"/>
    <w:rsid w:val="00BA67B2"/>
    <w:rsid w:val="00BD30E1"/>
    <w:rsid w:val="00D6003D"/>
    <w:rsid w:val="00D64177"/>
    <w:rsid w:val="00D66130"/>
    <w:rsid w:val="00D90EA9"/>
    <w:rsid w:val="00DF535A"/>
    <w:rsid w:val="00E50C0D"/>
    <w:rsid w:val="00E9146D"/>
    <w:rsid w:val="00EA05E6"/>
    <w:rsid w:val="00ED50E7"/>
    <w:rsid w:val="00F11C39"/>
    <w:rsid w:val="00F23C43"/>
    <w:rsid w:val="00F30D52"/>
    <w:rsid w:val="00F727A2"/>
    <w:rsid w:val="00F86170"/>
    <w:rsid w:val="00F97511"/>
    <w:rsid w:val="00FD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A7E1"/>
  <w15:docId w15:val="{BF55BF71-247A-435C-B3EA-AAD940CD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el" w:eastAsia="Calibri" w:hAnsi="ariel" w:cs="David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129"/>
    <w:pPr>
      <w:bidi/>
      <w:spacing w:line="36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E30"/>
    <w:rPr>
      <w:rFonts w:ascii="Tahoma" w:hAnsi="Tahoma" w:cs="Tahoma"/>
      <w:sz w:val="16"/>
      <w:szCs w:val="16"/>
    </w:rPr>
  </w:style>
  <w:style w:type="character" w:customStyle="1" w:styleId="a4">
    <w:name w:val="טקסט בלונים תו"/>
    <w:link w:val="a3"/>
    <w:uiPriority w:val="99"/>
    <w:semiHidden/>
    <w:rsid w:val="002F7E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66130"/>
    <w:pPr>
      <w:tabs>
        <w:tab w:val="center" w:pos="4153"/>
        <w:tab w:val="right" w:pos="8306"/>
      </w:tabs>
    </w:pPr>
  </w:style>
  <w:style w:type="character" w:customStyle="1" w:styleId="a6">
    <w:name w:val="כותרת עליונה תו"/>
    <w:link w:val="a5"/>
    <w:uiPriority w:val="99"/>
    <w:rsid w:val="00D66130"/>
    <w:rPr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D66130"/>
    <w:pPr>
      <w:tabs>
        <w:tab w:val="center" w:pos="4153"/>
        <w:tab w:val="right" w:pos="8306"/>
      </w:tabs>
    </w:pPr>
  </w:style>
  <w:style w:type="character" w:customStyle="1" w:styleId="a8">
    <w:name w:val="כותרת תחתונה תו"/>
    <w:link w:val="a7"/>
    <w:uiPriority w:val="99"/>
    <w:rsid w:val="00D66130"/>
    <w:rPr>
      <w:sz w:val="22"/>
      <w:szCs w:val="24"/>
    </w:rPr>
  </w:style>
  <w:style w:type="table" w:styleId="a9">
    <w:name w:val="Table Grid"/>
    <w:basedOn w:val="a1"/>
    <w:uiPriority w:val="59"/>
    <w:rsid w:val="0047242D"/>
    <w:rPr>
      <w:rFonts w:ascii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26035"/>
    <w:rPr>
      <w:color w:val="0000FF"/>
      <w:u w:val="single"/>
    </w:rPr>
  </w:style>
  <w:style w:type="paragraph" w:styleId="NormalWeb">
    <w:name w:val="Normal (Web)"/>
    <w:basedOn w:val="a"/>
    <w:uiPriority w:val="99"/>
    <w:unhideWhenUsed/>
    <w:rsid w:val="00D90EA9"/>
    <w:pPr>
      <w:bidi w:val="0"/>
      <w:spacing w:line="240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1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axes.gov.il/Pages/HomePage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I\Desktop\&#1500;&#1493;&#1490;&#1493;%2090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לוגו 90</Template>
  <TotalTime>0</TotalTime>
  <Pages>1</Pages>
  <Words>176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EFRATA_College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 Cohen</dc:creator>
  <cp:lastModifiedBy>תמר רוט</cp:lastModifiedBy>
  <cp:revision>2</cp:revision>
  <cp:lastPrinted>2017-03-14T08:04:00Z</cp:lastPrinted>
  <dcterms:created xsi:type="dcterms:W3CDTF">2023-04-20T14:50:00Z</dcterms:created>
  <dcterms:modified xsi:type="dcterms:W3CDTF">2023-04-20T14:50:00Z</dcterms:modified>
</cp:coreProperties>
</file>